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84" w:rsidRDefault="002A044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41" type="#_x0000_t202" style="position:absolute;margin-left:54pt;margin-top:582.75pt;width:371.6pt;height:173.65pt;z-index:251660288;visibility:visible;mso-wrap-edited:f;mso-position-horizontal-relative:page;mso-position-vertical-relative:page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" filled="f" stroked="f">
            <v:textbox inset="0,0,0,0">
              <w:txbxContent>
                <w:p w:rsidR="00101084" w:rsidRPr="007754BE" w:rsidRDefault="007754BE" w:rsidP="00101084">
                  <w:pPr>
                    <w:pStyle w:val="Heading2"/>
                    <w:rPr>
                      <w:b/>
                      <w:sz w:val="44"/>
                      <w:szCs w:val="44"/>
                    </w:rPr>
                  </w:pPr>
                  <w:r w:rsidRPr="007754BE">
                    <w:rPr>
                      <w:b/>
                      <w:sz w:val="44"/>
                      <w:szCs w:val="44"/>
                    </w:rPr>
                    <w:t xml:space="preserve">ST DOMINIC’S CHURCH TALLAGHT </w:t>
                  </w:r>
                </w:p>
                <w:p w:rsidR="002A044C" w:rsidRDefault="002A044C" w:rsidP="002A044C">
                  <w:pPr>
                    <w:pStyle w:val="Heading2"/>
                    <w:jc w:val="left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  </w:t>
                  </w:r>
                  <w:r w:rsidR="007754BE" w:rsidRPr="007754BE">
                    <w:rPr>
                      <w:b/>
                      <w:sz w:val="44"/>
                      <w:szCs w:val="44"/>
                    </w:rPr>
                    <w:t>EACH EVENING AT 7:30 PM</w:t>
                  </w:r>
                </w:p>
                <w:p w:rsidR="002A044C" w:rsidRDefault="002A044C" w:rsidP="00101084">
                  <w:pPr>
                    <w:pStyle w:val="Heading2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PREACHER: THE ROSARY PRIEST</w:t>
                  </w:r>
                </w:p>
                <w:p w:rsidR="002A044C" w:rsidRDefault="002A044C" w:rsidP="00101084">
                  <w:pPr>
                    <w:pStyle w:val="Heading2"/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FR GABRIEL HARTY OP  </w:t>
                  </w:r>
                </w:p>
                <w:p w:rsidR="007754BE" w:rsidRPr="007754BE" w:rsidRDefault="007754BE" w:rsidP="00101084">
                  <w:pPr>
                    <w:pStyle w:val="Heading2"/>
                    <w:rPr>
                      <w:b/>
                      <w:sz w:val="44"/>
                      <w:szCs w:val="44"/>
                    </w:rPr>
                  </w:pPr>
                  <w:r w:rsidRPr="007754BE">
                    <w:rPr>
                      <w:b/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6" type="#_x0000_t75" style="position:absolute;margin-left:426.8pt;margin-top:576.1pt;width:164pt;height:173.25pt;z-index:251661312;mso-wrap-edited:f;mso-position-horizontal-relative:page;mso-position-vertical-relative:page" wrapcoords="-98 0 -98 21452 21600 21452 21600 0 -98 0">
            <v:imagedata r:id="rId7" o:title="gabriel harty op"/>
            <w10:wrap type="through"/>
          </v:shape>
        </w:pict>
      </w:r>
      <w:r>
        <w:rPr>
          <w:noProof/>
        </w:rPr>
        <w:pict>
          <v:shape id="Text Box 24" o:spid="_x0000_s1038" type="#_x0000_t202" style="position:absolute;margin-left:22pt;margin-top:36pt;width:568.8pt;height:149pt;z-index:251655168;visibility:visible;mso-wrap-edited:f;mso-position-horizontal-relative:page;mso-position-vertical-relative:page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" filled="f" stroked="f">
            <v:textbox inset=",0,,0">
              <w:txbxContent>
                <w:p w:rsidR="007754BE" w:rsidRPr="007754BE" w:rsidRDefault="007754BE" w:rsidP="007754BE">
                  <w:pPr>
                    <w:pStyle w:val="Title"/>
                    <w:rPr>
                      <w:b/>
                      <w:sz w:val="96"/>
                      <w:szCs w:val="96"/>
                    </w:rPr>
                  </w:pPr>
                  <w:r w:rsidRPr="007754BE">
                    <w:rPr>
                      <w:b/>
                      <w:sz w:val="96"/>
                      <w:szCs w:val="96"/>
                    </w:rPr>
                    <w:t>t</w:t>
                  </w:r>
                  <w:r w:rsidR="002A044C">
                    <w:rPr>
                      <w:b/>
                      <w:sz w:val="96"/>
                      <w:szCs w:val="96"/>
                    </w:rPr>
                    <w:t>riduu</w:t>
                  </w:r>
                  <w:r w:rsidRPr="007754BE">
                    <w:rPr>
                      <w:b/>
                      <w:sz w:val="96"/>
                      <w:szCs w:val="96"/>
                    </w:rPr>
                    <w:t>m to our lady of</w:t>
                  </w:r>
                  <w:r w:rsidRPr="007754BE">
                    <w:rPr>
                      <w:b/>
                    </w:rPr>
                    <w:t xml:space="preserve"> </w:t>
                  </w:r>
                  <w:r w:rsidRPr="007754BE">
                    <w:rPr>
                      <w:b/>
                      <w:sz w:val="96"/>
                      <w:szCs w:val="96"/>
                    </w:rPr>
                    <w:t>fatima</w:t>
                  </w:r>
                </w:p>
              </w:txbxContent>
            </v:textbox>
            <w10:wrap type="tight" anchorx="page" anchory="page"/>
          </v:shape>
        </w:pict>
      </w:r>
      <w:r w:rsidR="007754BE">
        <w:rPr>
          <w:noProof/>
        </w:rPr>
        <w:pict>
          <v:shape id="Picture 20" o:spid="_x0000_s1040" type="#_x0000_t75" alt="Description: Macintosh HD:Users:sineadfallonold:Desktop:OurLadyOfFatimaChildren.jpg" style="position:absolute;margin-left:54pt;margin-top:238.3pt;width:484pt;height:323.7pt;z-index:251659264;visibility:visible;mso-wrap-edited:f;mso-position-horizontal-relative:page;mso-position-vertical-relative:page" wrapcoords="-33 0 -33 21500 21600 21500 21600 0 -33 0">
            <v:imagedata r:id="rId8" o:title="OurLadyOfFatimaChildren"/>
            <w10:wrap type="through" anchorx="page" anchory="page"/>
          </v:shape>
        </w:pict>
      </w:r>
      <w:r w:rsidR="007754BE">
        <w:rPr>
          <w:noProof/>
        </w:rPr>
        <w:pict>
          <v:shape id="Text Box 25" o:spid="_x0000_s1039" type="#_x0000_t202" style="position:absolute;margin-left:54pt;margin-top:157pt;width:7in;height:48.2pt;z-index:251656192;visibility:visible;mso-wrap-edited:f;mso-position-horizontal-relative:page;mso-position-vertical-relative:page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" filled="f" stroked="f">
            <v:textbox inset=",0,,0">
              <w:txbxContent>
                <w:p w:rsidR="00101084" w:rsidRPr="007754BE" w:rsidRDefault="007754BE" w:rsidP="00101084">
                  <w:pPr>
                    <w:pStyle w:val="Date"/>
                    <w:rPr>
                      <w:b/>
                      <w:sz w:val="52"/>
                      <w:szCs w:val="52"/>
                    </w:rPr>
                  </w:pPr>
                  <w:r w:rsidRPr="007754BE">
                    <w:rPr>
                      <w:b/>
                      <w:sz w:val="52"/>
                      <w:szCs w:val="52"/>
                    </w:rPr>
                    <w:t>october 11</w:t>
                  </w:r>
                  <w:r w:rsidRPr="007754BE">
                    <w:rPr>
                      <w:b/>
                      <w:sz w:val="52"/>
                      <w:szCs w:val="52"/>
                      <w:vertAlign w:val="superscript"/>
                    </w:rPr>
                    <w:t>th</w:t>
                  </w:r>
                  <w:r w:rsidRPr="007754BE">
                    <w:rPr>
                      <w:b/>
                      <w:sz w:val="52"/>
                      <w:szCs w:val="52"/>
                    </w:rPr>
                    <w:t xml:space="preserve"> 12</w:t>
                  </w:r>
                  <w:r w:rsidRPr="007754BE">
                    <w:rPr>
                      <w:b/>
                      <w:sz w:val="52"/>
                      <w:szCs w:val="52"/>
                      <w:vertAlign w:val="superscript"/>
                    </w:rPr>
                    <w:t>th</w:t>
                  </w:r>
                  <w:r w:rsidRPr="007754BE">
                    <w:rPr>
                      <w:b/>
                      <w:sz w:val="52"/>
                      <w:szCs w:val="52"/>
                    </w:rPr>
                    <w:t xml:space="preserve"> and 13</w:t>
                  </w:r>
                  <w:r w:rsidRPr="007754BE">
                    <w:rPr>
                      <w:b/>
                      <w:sz w:val="52"/>
                      <w:szCs w:val="52"/>
                      <w:vertAlign w:val="superscript"/>
                    </w:rPr>
                    <w:t>th</w:t>
                  </w:r>
                  <w:r w:rsidRPr="007754BE">
                    <w:rPr>
                      <w:b/>
                      <w:sz w:val="52"/>
                      <w:szCs w:val="52"/>
                    </w:rPr>
                    <w:t xml:space="preserve"> 2017 </w:t>
                  </w:r>
                </w:p>
              </w:txbxContent>
            </v:textbox>
            <w10:wrap type="tight" anchorx="page" anchory="page"/>
          </v:shape>
        </w:pict>
      </w:r>
      <w:r w:rsidR="007754BE">
        <w:rPr>
          <w:noProof/>
        </w:rPr>
        <w:pict>
          <v:group id="Group 18" o:spid="_x0000_s1033" style="position:absolute;margin-left:135pt;margin-top:569.2pt;width:342pt;height:27.1pt;z-index:251654144;mso-position-horizontal-relative:page;mso-position-vertical-relative:page" coordorigin="2626,11124" coordsize="6840,5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">
            <v:line id="Line 14" o:spid="_x0000_s1034" style="position:absolute;visibility:visible" from="2626,11340" to="5866,113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6Z9lcEAAADbAAAADwAAAGRycy9kb3ducmV2LnhtbERPTWsCMRC9F/ofwhS81eyKrHU1ShEE&#10;Lx7Ull6HzbhZ3Uy2SdTtv28Ewds83ufMl71txZV8aBwryIcZCOLK6YZrBV+H9fsHiBCRNbaOScEf&#10;BVguXl/mWGp34x1d97EWKYRDiQpMjF0pZagMWQxD1xEn7ui8xZigr6X2eEvhtpWjLCukxYZTg8GO&#10;Voaq8/5iFZzy6U/V/7ouKyZme1yvvova50oN3vrPGYhIfXyKH+6NTvPHcP8lHSAX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pn2VwQAAANsAAAAPAAAAAAAAAAAAAAAA&#10;AKECAABkcnMvZG93bnJldi54bWxQSwUGAAAAAAQABAD5AAAAjwMAAAAA&#10;" strokecolor="#6e91a3" strokeweight="1.5pt">
              <v:shadow opacity="22938f" offset="0"/>
            </v:line>
            <v:line id="Line 15" o:spid="_x0000_s1035" style="position:absolute;visibility:visible" from="2626,11340" to="5722,113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OrYDsEAAADbAAAADwAAAGRycy9kb3ducmV2LnhtbERPTWsCMRC9F/ofwhS81ewKrnU1ShEE&#10;Lx7Ull6HzbhZ3Uy2SdTtv28Ewds83ufMl71txZV8aBwryIcZCOLK6YZrBV+H9fsHiBCRNbaOScEf&#10;BVguXl/mWGp34x1d97EWKYRDiQpMjF0pZagMWQxD1xEn7ui8xZigr6X2eEvhtpWjLCukxYZTg8GO&#10;Voaq8/5iFZzy6U/V/7ouKyZme1yvvova50oN3vrPGYhIfXyKH+6NTvPHcP8lHSAX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86tgOwQAAANsAAAAPAAAAAAAAAAAAAAAA&#10;AKECAABkcnMvZG93bnJldi54bWxQSwUGAAAAAAQABAD5AAAAjwMAAAAA&#10;" strokecolor="#6e91a3" strokeweight="1.5pt">
              <v:shadow opacity="22938f" offset="0"/>
            </v:line>
            <v:line id="Line 16" o:spid="_x0000_s1036" style="position:absolute;visibility:visible" from="6370,11340" to="9466,113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DhGecEAAADbAAAADwAAAGRycy9kb3ducmV2LnhtbERPPW/CMBDdkfgP1iF1I046pCVgEEJC&#10;6tKhUMR6io84EJ9T24X039dISGz39D5vsRpsJ67kQ+tYQZHlIIhrp1tuFHzvt9N3ECEia+wck4I/&#10;CrBajkcLrLS78Rddd7ERKYRDhQpMjH0lZagNWQyZ64kTd3LeYkzQN1J7vKVw28nXPC+lxZZTg8Ge&#10;Nobqy+7XKjgXs2M9/Lg+L9/M52m7OZSNL5R6mQzrOYhIQ3yKH+4PneaXcP8lHSCX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OEZ5wQAAANsAAAAPAAAAAAAAAAAAAAAA&#10;AKECAABkcnMvZG93bnJldi54bWxQSwUGAAAAAAQABAD5AAAAjwMAAAAA&#10;" strokecolor="#6e91a3" strokeweight="1.5pt">
              <v:shadow opacity="22938f" offset="0"/>
            </v:line>
            <v:shape id="Text Box 17" o:spid="_x0000_s1037" type="#_x0000_t202" style="position:absolute;left:5796;top:11124;width:620;height:54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0DrDwQAA&#10;ANsAAAAPAAAAZHJzL2Rvd25yZXYueG1sRE9Ni8IwEL0v+B/CCHtbUz24u9UoIgrCgljrwePYjG2w&#10;mdQmav33G2Fhb/N4nzOdd7YWd2q9caxgOEhAEBdOGy4VHPL1xxcIH5A11o5JwZM8zGe9tymm2j04&#10;o/s+lCKGsE9RQRVCk0rpi4os+oFriCN3dq3FEGFbSt3iI4bbWo6SZCwtGo4NFTa0rKi47G9WweLI&#10;2cpct6ddds5Mnn8n/DO+KPXe7xYTEIG68C/+c290nP8Jr1/iAXL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tA6w8EAAADbAAAADwAAAAAAAAAAAAAAAACXAgAAZHJzL2Rvd25y&#10;ZXYueG1sUEsFBgAAAAAEAAQA9QAAAIUDAAAAAA==&#10;" filled="f" stroked="f">
              <v:textbox inset="0,0,0,0">
                <w:txbxContent>
                  <w:p w:rsidR="00101084" w:rsidRPr="007754BE" w:rsidRDefault="00385445" w:rsidP="00101084">
                    <w:pPr>
                      <w:jc w:val="center"/>
                      <w:rPr>
                        <w:color w:val="6E91A3"/>
                        <w:sz w:val="48"/>
                      </w:rPr>
                    </w:pPr>
                    <w:r w:rsidRPr="007754BE">
                      <w:rPr>
                        <w:color w:val="6E91A3"/>
                        <w:sz w:val="48"/>
                      </w:rPr>
                      <w:sym w:font="Wingdings 2" w:char="F0F0"/>
                    </w:r>
                  </w:p>
                </w:txbxContent>
              </v:textbox>
            </v:shape>
            <w10:wrap anchorx="page" anchory="page"/>
          </v:group>
        </w:pict>
      </w:r>
      <w:r w:rsidR="007754BE">
        <w:rPr>
          <w:noProof/>
        </w:rPr>
        <w:pict>
          <v:shape id="Text Box 29" o:spid="_x0000_s1032" type="#_x0000_t202" style="position:absolute;margin-left:54pt;margin-top:538.35pt;width:7in;height:19.45pt;z-index:251657216;visibility:visible;mso-wrap-edited:f;mso-position-horizontal-relative:page;mso-position-vertical-relative:page" wrapcoords="0 0 21600 0 21600 21600 0 21600 0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" filled="f" stroked="f">
            <v:stroke o:forcedash="t"/>
            <v:textbox inset=",0,,0">
              <w:txbxContent>
                <w:p w:rsidR="00101084" w:rsidRDefault="00385445" w:rsidP="00101084">
                  <w:pPr>
                    <w:pStyle w:val="Heading1"/>
                  </w:pPr>
                  <w:r w:rsidRPr="00A531C0">
                    <w:t>Nullam suscipit velit et velit. Sed mollis pretium purus.</w:t>
                  </w:r>
                </w:p>
              </w:txbxContent>
            </v:textbox>
            <w10:wrap type="tight" anchorx="page" anchory="page"/>
          </v:shape>
        </w:pict>
      </w:r>
      <w:r w:rsidR="007754BE">
        <w:rPr>
          <w:noProof/>
        </w:rPr>
        <w:pict>
          <v:group id="Group 19" o:spid="_x0000_s1027" style="position:absolute;margin-left:135pt;margin-top:211.2pt;width:342pt;height:27.1pt;z-index:251658240;mso-position-horizontal-relative:page;mso-position-vertical-relative:page" coordorigin="2700,4284" coordsize="6840,5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">
            <v:line id="Line 4" o:spid="_x0000_s1028" style="position:absolute;visibility:visible" from="2700,4500" to="5940,4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Gf62cIAAADaAAAADwAAAGRycy9kb3ducmV2LnhtbESPQWsCMRSE74X+h/AK3mp2Rda6GqUI&#10;ghcPakuvj81zs7p52SZRt/++EQSPw8x8w8yXvW3FlXxoHCvIhxkI4srphmsFX4f1+weIEJE1to5J&#10;wR8FWC5eX+ZYanfjHV33sRYJwqFEBSbGrpQyVIYshqHriJN3dN5iTNLXUnu8Jbht5SjLCmmx4bRg&#10;sKOVoeq8v1gFp3z6U/W/rsuKidke16vvova5UoO3/nMGIlIfn+FHe6MVjOF+Jd0Aufg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Gf62cIAAADaAAAADwAAAAAAAAAAAAAA&#10;AAChAgAAZHJzL2Rvd25yZXYueG1sUEsFBgAAAAAEAAQA+QAAAJADAAAAAA==&#10;" strokecolor="#6e91a3" strokeweight="1.5pt">
              <v:shadow opacity="22938f" offset="0"/>
            </v:line>
            <v:line id="Line 7" o:spid="_x0000_s1029" style="position:absolute;visibility:visible" from="2700,4500" to="5796,4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ytfQsIAAADaAAAADwAAAGRycy9kb3ducmV2LnhtbESPQWsCMRSE74X+h/AK3mp2Bde6GqUI&#10;ghcPakuvj81zs7p52SZRt/++EQSPw8x8w8yXvW3FlXxoHCvIhxkI4srphmsFX4f1+weIEJE1to5J&#10;wR8FWC5eX+ZYanfjHV33sRYJwqFEBSbGrpQyVIYshqHriJN3dN5iTNLXUnu8Jbht5SjLCmmx4bRg&#10;sKOVoeq8v1gFp3z6U/W/rsuKidke16vvova5UoO3/nMGIlIfn+FHe6MVjOF+Jd0Aufg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ytfQsIAAADaAAAADwAAAAAAAAAAAAAA&#10;AAChAgAAZHJzL2Rvd25yZXYueG1sUEsFBgAAAAAEAAQA+QAAAJADAAAAAA==&#10;" strokecolor="#6e91a3" strokeweight="1.5pt">
              <v:shadow opacity="22938f" offset="0"/>
            </v:line>
            <v:line id="Line 12" o:spid="_x0000_s1030" style="position:absolute;visibility:visible" from="6444,4500" to="9540,45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/nBNcMAAADaAAAADwAAAGRycy9kb3ducmV2LnhtbESPQWvCQBSE7wX/w/KE3uomPUSNboII&#10;Qi891CpeH9lnNpp9m+5uNf33bqHQ4zAz3zDrerS9uJEPnWMF+SwDQdw43XGr4PC5e1mACBFZY++Y&#10;FPxQgLqaPK2x1O7OH3Tbx1YkCIcSFZgYh1LK0BiyGGZuIE7e2XmLMUnfSu3xnuC2l69ZVkiLHacF&#10;gwNtDTXX/bdVcMmXp2b8ckNWzM37ebc9Fq3PlXqejpsViEhj/A//td+0ggJ+r6QbIKsH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P5wTXDAAAA2gAAAA8AAAAAAAAAAAAA&#10;AAAAoQIAAGRycy9kb3ducmV2LnhtbFBLBQYAAAAABAAEAPkAAACRAwAAAAA=&#10;" strokecolor="#6e91a3" strokeweight="1.5pt">
              <v:shadow opacity="22938f" offset="0"/>
            </v:line>
            <v:shape id="Text Box 13" o:spid="_x0000_s1031" type="#_x0000_t202" style="position:absolute;left:5870;top:4284;width:620;height:54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+TTDwwAA&#10;ANoAAAAPAAAAZHJzL2Rvd25yZXYueG1sRI9Ba8JAFITvBf/D8oTe6kYPto2uIqIgFMQYDx6f2Wey&#10;mH0bs6vGf98VCj0OM/MNM513thZ3ar1xrGA4SEAQF04bLhUc8vXHFwgfkDXWjknBkzzMZ723Kaba&#10;PTij+z6UIkLYp6igCqFJpfRFRRb9wDXE0Tu71mKIsi2lbvER4baWoyQZS4uG40KFDS0rKi77m1Ww&#10;OHK2MtftaZedM5Pn3wn/jC9Kvfe7xQREoC78h//aG63gE15X4g2Q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+TTDwwAAANoAAAAPAAAAAAAAAAAAAAAAAJcCAABkcnMvZG93&#10;bnJldi54bWxQSwUGAAAAAAQABAD1AAAAhwMAAAAA&#10;" filled="f" stroked="f">
              <v:textbox inset="0,0,0,0">
                <w:txbxContent>
                  <w:p w:rsidR="00101084" w:rsidRPr="007754BE" w:rsidRDefault="00385445" w:rsidP="00101084">
                    <w:pPr>
                      <w:jc w:val="center"/>
                      <w:rPr>
                        <w:color w:val="6E91A3"/>
                        <w:sz w:val="48"/>
                      </w:rPr>
                    </w:pPr>
                    <w:r w:rsidRPr="007754BE">
                      <w:rPr>
                        <w:color w:val="6E91A3"/>
                        <w:sz w:val="48"/>
                      </w:rPr>
                      <w:sym w:font="Wingdings 2" w:char="F0F0"/>
                    </w:r>
                  </w:p>
                </w:txbxContent>
              </v:textbox>
            </v:shape>
            <w10:wrap anchorx="page" anchory="page"/>
          </v:group>
        </w:pict>
      </w:r>
    </w:p>
    <w:sectPr w:rsidR="00101084" w:rsidSect="00101084">
      <w:headerReference w:type="default" r:id="rId9"/>
      <w:pgSz w:w="12240" w:h="15840"/>
      <w:pgMar w:top="720" w:right="432" w:bottom="720" w:left="4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48B" w:rsidRDefault="0048248B">
      <w:r>
        <w:separator/>
      </w:r>
    </w:p>
  </w:endnote>
  <w:endnote w:type="continuationSeparator" w:id="0">
    <w:p w:rsidR="0048248B" w:rsidRDefault="0048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S PMincho">
    <w:altName w:val="ＭＳ Ｐ明朝"/>
    <w:panose1 w:val="00000000000000000000"/>
    <w:charset w:val="8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48B" w:rsidRDefault="0048248B">
      <w:r>
        <w:separator/>
      </w:r>
    </w:p>
  </w:footnote>
  <w:footnote w:type="continuationSeparator" w:id="0">
    <w:p w:rsidR="0048248B" w:rsidRDefault="00482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084" w:rsidRDefault="007754BE">
    <w:pPr>
      <w:pStyle w:val="Header"/>
    </w:pPr>
    <w:r>
      <w:rPr>
        <w:noProof/>
      </w:rPr>
      <w:pict>
        <v:rect id="Rectangle 3" o:spid="_x0000_s2050" style="position:absolute;margin-left:21.6pt;margin-top:36pt;width:568.8pt;height:10in;z-index:251658240;visibility:visible;mso-wrap-edited:f;mso-position-horizontal-relative:page;mso-position-vertical-relative:page;mso-width-relative:margin;mso-height-relative:margin;v-text-anchor:middle" wrapcoords="-28 0 -28 21577 21628 21577 21628 0 -28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" strokecolor="#d5e8d3">
          <v:fill color2="#daedd8" rotate="t" focusposition=".5,.5" focussize="" colors="0 white;24904f #edf2ea;1 #daedd8" focus="100%" type="gradientRadial"/>
          <v:path arrowok="t"/>
          <o:lock v:ext="edit" aspectratio="t"/>
          <w10:wrap type="tight" anchorx="page" anchory="page"/>
          <w10:anchorlock/>
        </v:rect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0" o:spid="_x0000_s2049" type="#_x0000_t75" alt="Description: Transparent.png" style="position:absolute;margin-left:0;margin-top:0;width:67.2pt;height:60.5pt;z-index:251657216;visibility:visible;mso-wrap-edited:f" wrapcoords="0 0 21600 0 21600 21600 0 21600 0 0">
          <v:imagedata r:id="rId1" o:title="Transparent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ACAB08"/>
    <w:lvl w:ilvl="0">
      <w:start w:val="1"/>
      <w:numFmt w:val="bullet"/>
      <w:pStyle w:val="Subtitle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attachedTemplate r:id="rId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7754BE"/>
    <w:rsid w:val="0007164C"/>
    <w:rsid w:val="00101084"/>
    <w:rsid w:val="001F5124"/>
    <w:rsid w:val="002A044C"/>
    <w:rsid w:val="00385445"/>
    <w:rsid w:val="0048248B"/>
    <w:rsid w:val="007754BE"/>
    <w:rsid w:val="00942891"/>
    <w:rsid w:val="00AA51B2"/>
    <w:rsid w:val="00C007DA"/>
    <w:rsid w:val="00C7272E"/>
    <w:rsid w:val="00CF606B"/>
    <w:rsid w:val="00E00331"/>
    <w:rsid w:val="00F35B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1" type="connector" idref="#Line 4"/>
        <o:r id="V:Rule2" type="connector" idref="#Line 7"/>
        <o:r id="V:Rule3" type="connector" idref="#Line 12"/>
        <o:r id="V:Rule4" type="connector" idref="#Line 14"/>
        <o:r id="V:Rule5" type="connector" idref="#Line 15"/>
        <o:r id="V:Rule6" type="connector" idref="#Line 16"/>
      </o:rules>
    </o:shapelayout>
  </w:shapeDefaults>
  <w:decimalSymbol w:val="."/>
  <w:listSeparator w:val=","/>
  <w15:chartTrackingRefBased/>
  <w15:docId w15:val="{2D0160A3-8668-4F0F-AEAA-10C1A68F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ell MT" w:eastAsia="MS PMincho" w:hAnsi="Bell MT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64BD7"/>
    <w:pPr>
      <w:jc w:val="center"/>
      <w:outlineLvl w:val="0"/>
    </w:pPr>
    <w:rPr>
      <w:rFonts w:ascii="Garamond" w:hAnsi="Garamond"/>
      <w:b/>
      <w:bCs/>
      <w:color w:val="6E91A3"/>
      <w:sz w:val="30"/>
      <w:szCs w:val="32"/>
    </w:rPr>
  </w:style>
  <w:style w:type="paragraph" w:styleId="Heading2">
    <w:name w:val="heading 2"/>
    <w:basedOn w:val="Normal"/>
    <w:link w:val="Heading2Char"/>
    <w:qFormat/>
    <w:rsid w:val="00E64BD7"/>
    <w:pPr>
      <w:jc w:val="center"/>
      <w:outlineLvl w:val="1"/>
    </w:pPr>
    <w:rPr>
      <w:rFonts w:ascii="Garamond" w:hAnsi="Garamond"/>
      <w:bCs/>
      <w:caps/>
      <w:color w:val="6E91A3"/>
      <w:spacing w:val="40"/>
      <w:sz w:val="4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717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7175A"/>
  </w:style>
  <w:style w:type="paragraph" w:styleId="Footer">
    <w:name w:val="footer"/>
    <w:basedOn w:val="Normal"/>
    <w:link w:val="FooterChar"/>
    <w:unhideWhenUsed/>
    <w:rsid w:val="007717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175A"/>
  </w:style>
  <w:style w:type="paragraph" w:styleId="Title">
    <w:name w:val="Title"/>
    <w:basedOn w:val="Normal"/>
    <w:link w:val="TitleChar"/>
    <w:qFormat/>
    <w:rsid w:val="00E64BD7"/>
    <w:pPr>
      <w:jc w:val="center"/>
    </w:pPr>
    <w:rPr>
      <w:rFonts w:ascii="Garamond" w:hAnsi="Garamond" w:cs="Garamond"/>
      <w:caps/>
      <w:color w:val="58595B"/>
      <w:kern w:val="24"/>
      <w:sz w:val="144"/>
      <w:szCs w:val="52"/>
    </w:rPr>
  </w:style>
  <w:style w:type="character" w:customStyle="1" w:styleId="TitleChar">
    <w:name w:val="Title Char"/>
    <w:link w:val="Title"/>
    <w:rsid w:val="00E64BD7"/>
    <w:rPr>
      <w:rFonts w:ascii="Garamond" w:eastAsia="MS PMincho" w:hAnsi="Garamond" w:cs="Garamond"/>
      <w:caps/>
      <w:color w:val="58595B"/>
      <w:kern w:val="24"/>
      <w:sz w:val="144"/>
      <w:szCs w:val="52"/>
    </w:rPr>
  </w:style>
  <w:style w:type="paragraph" w:styleId="Subtitle">
    <w:name w:val="Subtitle"/>
    <w:basedOn w:val="Normal"/>
    <w:link w:val="SubtitleChar"/>
    <w:qFormat/>
    <w:rsid w:val="00E64BD7"/>
    <w:pPr>
      <w:numPr>
        <w:ilvl w:val="1"/>
      </w:numPr>
      <w:jc w:val="center"/>
    </w:pPr>
    <w:rPr>
      <w:rFonts w:ascii="Garamond" w:hAnsi="Garamond"/>
      <w:b/>
      <w:iCs/>
      <w:color w:val="6E91A3"/>
      <w:sz w:val="34"/>
    </w:rPr>
  </w:style>
  <w:style w:type="character" w:customStyle="1" w:styleId="SubtitleChar">
    <w:name w:val="Subtitle Char"/>
    <w:link w:val="Subtitle"/>
    <w:rsid w:val="00E64BD7"/>
    <w:rPr>
      <w:rFonts w:ascii="Garamond" w:eastAsia="MS PMincho" w:hAnsi="Garamond" w:cs="Times New Roman"/>
      <w:b/>
      <w:iCs/>
      <w:color w:val="6E91A3"/>
      <w:sz w:val="34"/>
    </w:rPr>
  </w:style>
  <w:style w:type="paragraph" w:styleId="Date">
    <w:name w:val="Date"/>
    <w:basedOn w:val="Normal"/>
    <w:link w:val="DateChar"/>
    <w:semiHidden/>
    <w:unhideWhenUsed/>
    <w:rsid w:val="00A05F2A"/>
    <w:pPr>
      <w:jc w:val="center"/>
    </w:pPr>
    <w:rPr>
      <w:caps/>
      <w:color w:val="6E91A3"/>
      <w:spacing w:val="20"/>
      <w:sz w:val="36"/>
    </w:rPr>
  </w:style>
  <w:style w:type="character" w:customStyle="1" w:styleId="DateChar">
    <w:name w:val="Date Char"/>
    <w:link w:val="Date"/>
    <w:semiHidden/>
    <w:rsid w:val="00A05F2A"/>
    <w:rPr>
      <w:rFonts w:ascii="Bell MT" w:eastAsia="MS PMincho" w:hAnsi="Bell MT" w:cs="Times New Roman"/>
      <w:caps/>
      <w:color w:val="6E91A3"/>
      <w:spacing w:val="20"/>
      <w:sz w:val="36"/>
    </w:rPr>
  </w:style>
  <w:style w:type="character" w:customStyle="1" w:styleId="Heading1Char">
    <w:name w:val="Heading 1 Char"/>
    <w:link w:val="Heading1"/>
    <w:rsid w:val="00E64BD7"/>
    <w:rPr>
      <w:rFonts w:ascii="Garamond" w:eastAsia="MS PMincho" w:hAnsi="Garamond" w:cs="Times New Roman"/>
      <w:b/>
      <w:bCs/>
      <w:color w:val="6E91A3"/>
      <w:sz w:val="30"/>
      <w:szCs w:val="32"/>
    </w:rPr>
  </w:style>
  <w:style w:type="character" w:customStyle="1" w:styleId="Heading2Char">
    <w:name w:val="Heading 2 Char"/>
    <w:link w:val="Heading2"/>
    <w:rsid w:val="00E64BD7"/>
    <w:rPr>
      <w:rFonts w:ascii="Garamond" w:eastAsia="MS PMincho" w:hAnsi="Garamond" w:cs="Times New Roman"/>
      <w:bCs/>
      <w:caps/>
      <w:color w:val="6E91A3"/>
      <w:spacing w:val="40"/>
      <w:sz w:val="40"/>
      <w:szCs w:val="26"/>
    </w:rPr>
  </w:style>
  <w:style w:type="paragraph" w:styleId="BodyText">
    <w:name w:val="Body Text"/>
    <w:basedOn w:val="Normal"/>
    <w:link w:val="BodyTextChar"/>
    <w:semiHidden/>
    <w:unhideWhenUsed/>
    <w:rsid w:val="001F4570"/>
    <w:pPr>
      <w:spacing w:line="360" w:lineRule="auto"/>
      <w:jc w:val="both"/>
    </w:pPr>
    <w:rPr>
      <w:color w:val="6E91A3"/>
    </w:rPr>
  </w:style>
  <w:style w:type="character" w:customStyle="1" w:styleId="BodyTextChar">
    <w:name w:val="Body Text Char"/>
    <w:link w:val="BodyText"/>
    <w:semiHidden/>
    <w:rsid w:val="001F4570"/>
    <w:rPr>
      <w:color w:val="6E91A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Posters:Gallery%20Po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Gallery Poster</Template>
  <TotalTime>0</TotalTime>
  <Pages>1</Pages>
  <Words>1</Words>
  <Characters>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</CharactersWithSpaces>
  <SharedDoc>false</SharedDoc>
  <HyperlinkBase/>
  <HLinks>
    <vt:vector size="6" baseType="variant">
      <vt:variant>
        <vt:i4>1245196</vt:i4>
      </vt:variant>
      <vt:variant>
        <vt:i4>-1</vt:i4>
      </vt:variant>
      <vt:variant>
        <vt:i4>1046</vt:i4>
      </vt:variant>
      <vt:variant>
        <vt:i4>1</vt:i4>
      </vt:variant>
      <vt:variant>
        <vt:lpwstr>gabriel harty op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Sinéad Fallon</dc:creator>
  <cp:keywords/>
  <dc:description/>
  <cp:lastModifiedBy>St Dominic Parish</cp:lastModifiedBy>
  <cp:revision>2</cp:revision>
  <dcterms:created xsi:type="dcterms:W3CDTF">2017-09-25T15:02:00Z</dcterms:created>
  <dcterms:modified xsi:type="dcterms:W3CDTF">2017-09-25T15:02:00Z</dcterms:modified>
  <cp:category/>
</cp:coreProperties>
</file>